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E361F7" w:rsidRDefault="00E361F7" w:rsidP="00DB0DF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E361F7">
              <w:rPr>
                <w:b/>
                <w:bCs/>
                <w:color w:val="FF0000"/>
                <w:sz w:val="24"/>
              </w:rPr>
              <w:t>MŠ O</w:t>
            </w:r>
            <w:r w:rsidR="00DB0DF5">
              <w:rPr>
                <w:b/>
                <w:bCs/>
                <w:color w:val="FF0000"/>
                <w:sz w:val="24"/>
              </w:rPr>
              <w:t>B</w:t>
            </w:r>
            <w:bookmarkStart w:id="0" w:name="_GoBack"/>
            <w:bookmarkEnd w:id="0"/>
            <w:r w:rsidRPr="00E361F7">
              <w:rPr>
                <w:b/>
                <w:bCs/>
                <w:color w:val="FF0000"/>
                <w:sz w:val="24"/>
              </w:rPr>
              <w:t>CHODNÍ – REKONSTRUKCE ZTI A ÚT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58066C">
            <w:pPr>
              <w:rPr>
                <w:szCs w:val="20"/>
              </w:rPr>
            </w:pPr>
            <w:r>
              <w:t xml:space="preserve">Ing. </w:t>
            </w:r>
            <w:r w:rsidR="00A07E5C">
              <w:t>Mir</w:t>
            </w:r>
            <w:r w:rsidR="0058066C">
              <w:t>o</w:t>
            </w:r>
            <w:r w:rsidR="00A07E5C">
              <w:t>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</w:t>
            </w:r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66C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A1C62"/>
    <w:rsid w:val="00DB0DF5"/>
    <w:rsid w:val="00DC1457"/>
    <w:rsid w:val="00DC7DF9"/>
    <w:rsid w:val="00DD1F56"/>
    <w:rsid w:val="00DE3786"/>
    <w:rsid w:val="00E00FE2"/>
    <w:rsid w:val="00E279E6"/>
    <w:rsid w:val="00E35582"/>
    <w:rsid w:val="00E361F7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2F02E-76BA-4729-A502-882AB1DBD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2E5B913D</Template>
  <TotalTime>13</TotalTime>
  <Pages>1</Pages>
  <Words>130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9</cp:revision>
  <cp:lastPrinted>2022-09-06T08:53:00Z</cp:lastPrinted>
  <dcterms:created xsi:type="dcterms:W3CDTF">2025-01-21T08:10:00Z</dcterms:created>
  <dcterms:modified xsi:type="dcterms:W3CDTF">2025-03-05T06:47:00Z</dcterms:modified>
</cp:coreProperties>
</file>